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EFA" w:rsidRPr="00771654" w:rsidRDefault="00467EFA" w:rsidP="001436D2">
      <w:pPr>
        <w:jc w:val="center"/>
        <w:rPr>
          <w:rFonts w:ascii="Curlz MT" w:hAnsi="Curlz MT"/>
          <w:sz w:val="72"/>
          <w:szCs w:val="72"/>
        </w:rPr>
      </w:pPr>
    </w:p>
    <w:p w:rsidR="00467EFA" w:rsidRPr="00771654" w:rsidRDefault="00467EFA" w:rsidP="001436D2">
      <w:pPr>
        <w:jc w:val="center"/>
        <w:rPr>
          <w:rFonts w:ascii="Curlz MT" w:hAnsi="Curlz MT"/>
          <w:b/>
          <w:sz w:val="72"/>
          <w:szCs w:val="72"/>
        </w:rPr>
      </w:pPr>
      <w:r w:rsidRPr="00771654">
        <w:rPr>
          <w:rFonts w:ascii="Curlz MT" w:hAnsi="Curlz MT"/>
          <w:b/>
          <w:sz w:val="72"/>
          <w:szCs w:val="72"/>
        </w:rPr>
        <w:t>THE IMPORTANT THING…..</w:t>
      </w:r>
    </w:p>
    <w:p w:rsidR="00467EFA" w:rsidRPr="00771654" w:rsidRDefault="00467EFA" w:rsidP="00F86C41">
      <w:pPr>
        <w:rPr>
          <w:rFonts w:ascii="Curlz MT" w:hAnsi="Curlz MT"/>
          <w:sz w:val="56"/>
          <w:szCs w:val="56"/>
        </w:rPr>
      </w:pPr>
      <w:r w:rsidRPr="00771654">
        <w:rPr>
          <w:rFonts w:ascii="Curlz MT" w:hAnsi="Curlz MT"/>
          <w:sz w:val="56"/>
          <w:szCs w:val="56"/>
        </w:rPr>
        <w:t xml:space="preserve">The important thing about Mason is that he is a student. It is true he likes </w:t>
      </w:r>
      <w:smartTag w:uri="urn:schemas-microsoft-com:office:smarttags" w:element="place">
        <w:smartTag w:uri="urn:schemas-microsoft-com:office:smarttags" w:element="PlaceName">
          <w:r w:rsidRPr="00771654">
            <w:rPr>
              <w:rFonts w:ascii="Curlz MT" w:hAnsi="Curlz MT"/>
              <w:sz w:val="56"/>
              <w:szCs w:val="56"/>
            </w:rPr>
            <w:t>Lincoln</w:t>
          </w:r>
        </w:smartTag>
        <w:r w:rsidRPr="00771654">
          <w:rPr>
            <w:rFonts w:ascii="Curlz MT" w:hAnsi="Curlz MT"/>
            <w:sz w:val="56"/>
            <w:szCs w:val="56"/>
          </w:rPr>
          <w:t xml:space="preserve"> </w:t>
        </w:r>
        <w:smartTag w:uri="urn:schemas-microsoft-com:office:smarttags" w:element="PlaceType">
          <w:r w:rsidRPr="00771654">
            <w:rPr>
              <w:rFonts w:ascii="Curlz MT" w:hAnsi="Curlz MT"/>
              <w:sz w:val="56"/>
              <w:szCs w:val="56"/>
            </w:rPr>
            <w:t>Elementary School</w:t>
          </w:r>
        </w:smartTag>
      </w:smartTag>
      <w:r w:rsidRPr="00771654">
        <w:rPr>
          <w:rFonts w:ascii="Curlz MT" w:hAnsi="Curlz MT"/>
          <w:sz w:val="56"/>
          <w:szCs w:val="56"/>
        </w:rPr>
        <w:t>, is the medium child in his family, and likes to play baseball, but the important thing about Mason is that he is a student.</w:t>
      </w:r>
    </w:p>
    <w:p w:rsidR="00467EFA" w:rsidRPr="00771654" w:rsidRDefault="00467EFA" w:rsidP="00F86C41">
      <w:pPr>
        <w:rPr>
          <w:rFonts w:ascii="Curlz MT" w:hAnsi="Curlz MT"/>
          <w:sz w:val="56"/>
          <w:szCs w:val="56"/>
        </w:rPr>
      </w:pPr>
    </w:p>
    <w:p w:rsidR="00467EFA" w:rsidRPr="00771654" w:rsidRDefault="00467EFA" w:rsidP="00F86C41">
      <w:pPr>
        <w:rPr>
          <w:rFonts w:ascii="Curlz MT" w:hAnsi="Curlz MT"/>
          <w:sz w:val="56"/>
          <w:szCs w:val="56"/>
          <w:u w:val="thick"/>
        </w:rPr>
      </w:pPr>
      <w:r w:rsidRPr="00771654">
        <w:rPr>
          <w:rFonts w:ascii="Curlz MT" w:hAnsi="Curlz MT"/>
          <w:sz w:val="56"/>
          <w:szCs w:val="56"/>
        </w:rPr>
        <w:t>By: Mason Gooden</w:t>
      </w:r>
    </w:p>
    <w:sectPr w:rsidR="00467EFA" w:rsidRPr="00771654" w:rsidSect="00771654">
      <w:pgSz w:w="12240" w:h="15840"/>
      <w:pgMar w:top="1440" w:right="1872" w:bottom="144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36F"/>
    <w:rsid w:val="00141D15"/>
    <w:rsid w:val="001436D2"/>
    <w:rsid w:val="00296A81"/>
    <w:rsid w:val="00467EFA"/>
    <w:rsid w:val="004B35DA"/>
    <w:rsid w:val="0062736F"/>
    <w:rsid w:val="0068715C"/>
    <w:rsid w:val="00771654"/>
    <w:rsid w:val="00CF5CBD"/>
    <w:rsid w:val="00D2250D"/>
    <w:rsid w:val="00F86C41"/>
    <w:rsid w:val="00FA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D1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40</Words>
  <Characters>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stumasonrg2142002</dc:creator>
  <cp:keywords/>
  <dc:description/>
  <cp:lastModifiedBy> </cp:lastModifiedBy>
  <cp:revision>3</cp:revision>
  <cp:lastPrinted>2010-09-10T13:24:00Z</cp:lastPrinted>
  <dcterms:created xsi:type="dcterms:W3CDTF">2010-09-10T02:12:00Z</dcterms:created>
  <dcterms:modified xsi:type="dcterms:W3CDTF">2010-09-10T13:25:00Z</dcterms:modified>
</cp:coreProperties>
</file>